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CAF92A7" w14:textId="77777777" w:rsidR="00480BAF" w:rsidRDefault="00480BAF" w:rsidP="00480BAF">
      <w:pPr>
        <w:jc w:val="center"/>
        <w:rPr>
          <w:b/>
          <w:caps/>
          <w:szCs w:val="24"/>
        </w:rPr>
      </w:pPr>
      <w:r>
        <w:rPr>
          <w:b/>
          <w:caps/>
          <w:szCs w:val="24"/>
        </w:rPr>
        <w:t xml:space="preserve">DĖL 1999 M. spalio 8 D. valstybinės žemės nuomos sutarties </w:t>
      </w:r>
    </w:p>
    <w:p w14:paraId="0699E950" w14:textId="77777777" w:rsidR="00480BAF" w:rsidRDefault="00480BAF" w:rsidP="00480BAF">
      <w:pPr>
        <w:jc w:val="center"/>
        <w:rPr>
          <w:b/>
          <w:caps/>
          <w:szCs w:val="24"/>
        </w:rPr>
      </w:pPr>
      <w:r>
        <w:rPr>
          <w:b/>
          <w:caps/>
          <w:szCs w:val="24"/>
        </w:rPr>
        <w:t>NR. N75/99-0186 nutraukimo</w:t>
      </w:r>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22654368"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8C26C2">
        <w:rPr>
          <w:color w:val="000000"/>
          <w:szCs w:val="24"/>
          <w:shd w:val="clear" w:color="auto" w:fill="FFFFFF"/>
        </w:rPr>
        <w:t>kovo</w:t>
      </w:r>
      <w:r>
        <w:rPr>
          <w:color w:val="000000"/>
          <w:szCs w:val="24"/>
          <w:shd w:val="clear" w:color="auto" w:fill="FFFFFF"/>
        </w:rPr>
        <w:t xml:space="preserve"> </w:t>
      </w:r>
      <w:r w:rsidR="00BA174D">
        <w:rPr>
          <w:color w:val="000000"/>
          <w:szCs w:val="24"/>
          <w:shd w:val="clear" w:color="auto" w:fill="FFFFFF"/>
        </w:rPr>
        <w:t xml:space="preserve">17 </w:t>
      </w:r>
      <w:r>
        <w:rPr>
          <w:color w:val="000000"/>
          <w:szCs w:val="24"/>
          <w:shd w:val="clear" w:color="auto" w:fill="FFFFFF"/>
        </w:rPr>
        <w:t>d. Nr. T10-</w:t>
      </w:r>
      <w:r w:rsidR="00BA174D">
        <w:rPr>
          <w:color w:val="000000"/>
          <w:szCs w:val="24"/>
          <w:shd w:val="clear" w:color="auto" w:fill="FFFFFF"/>
        </w:rPr>
        <w:t>71</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29BDBFEB" w:rsidR="00AF5110" w:rsidRPr="00AF5110" w:rsidRDefault="00AF5110" w:rsidP="008C26C2">
      <w:pPr>
        <w:pStyle w:val="Pagrindiniotekstotrauka2"/>
        <w:spacing w:after="0" w:line="240" w:lineRule="auto"/>
        <w:ind w:left="0" w:firstLine="1247"/>
        <w:jc w:val="both"/>
      </w:pPr>
      <w:r w:rsidRPr="00AF5110">
        <w:t>Vadovaudamasi Lietuvos Respublikos vietos savivaldos įstatymo 15 straipsnio 2 dalies 20 punktu, Lietuvos Respublikos civilinio kodekso 6.394 straipsnio 1 dalimi, 6.562 straipsnio 6 </w:t>
      </w:r>
      <w:r w:rsidR="004C74D4">
        <w:t>punktu</w:t>
      </w:r>
      <w:r w:rsidRPr="00AF5110">
        <w:t xml:space="preserve">, Lietuvos Respublikos žemės įstatymo 7 straipsnio 1 dalies 2 punktu, </w:t>
      </w:r>
      <w:bookmarkStart w:id="0" w:name="part_43467b3002124cee96dad3584590b439"/>
      <w:bookmarkEnd w:id="0"/>
      <w:r w:rsidRPr="00AF5110">
        <w:t xml:space="preserve">atsižvelgdama į </w:t>
      </w:r>
      <w:r w:rsidR="00BA174D" w:rsidRPr="00BA174D">
        <w:rPr>
          <w:bCs/>
          <w:i/>
        </w:rPr>
        <w:t>(duomenys neskelbtini)</w:t>
      </w:r>
      <w:r w:rsidR="00480BAF">
        <w:rPr>
          <w:bCs/>
        </w:rPr>
        <w:t xml:space="preserve"> </w:t>
      </w:r>
      <w:r w:rsidRPr="00AF5110">
        <w:t xml:space="preserve">2025 m. </w:t>
      </w:r>
      <w:r w:rsidR="00480BAF">
        <w:t>kovo 7</w:t>
      </w:r>
      <w:r w:rsidRPr="00AF5110">
        <w:t xml:space="preserve"> d. prašymą, Skuodo rajono savivaldybės taryba </w:t>
      </w:r>
      <w:r w:rsidRPr="00AF5110">
        <w:rPr>
          <w:spacing w:val="40"/>
        </w:rPr>
        <w:t>nusprendži</w:t>
      </w:r>
      <w:r w:rsidRPr="00AF5110">
        <w:t>a:</w:t>
      </w:r>
    </w:p>
    <w:p w14:paraId="634D7BDB" w14:textId="556AB836" w:rsidR="001F59E8" w:rsidRPr="00480BAF" w:rsidRDefault="004C74D4" w:rsidP="00480BAF">
      <w:pPr>
        <w:pStyle w:val="Sraopastraipa"/>
        <w:numPr>
          <w:ilvl w:val="0"/>
          <w:numId w:val="3"/>
        </w:numPr>
        <w:tabs>
          <w:tab w:val="left" w:pos="912"/>
        </w:tabs>
        <w:ind w:left="0" w:firstLine="1247"/>
        <w:jc w:val="both"/>
        <w:rPr>
          <w:szCs w:val="24"/>
        </w:rPr>
      </w:pPr>
      <w:r w:rsidRPr="008C26C2">
        <w:rPr>
          <w:szCs w:val="24"/>
        </w:rPr>
        <w:t>Nutraukti</w:t>
      </w:r>
      <w:r w:rsidR="000B0A22" w:rsidRPr="008C26C2">
        <w:rPr>
          <w:szCs w:val="24"/>
        </w:rPr>
        <w:t xml:space="preserve"> su </w:t>
      </w:r>
      <w:r w:rsidR="00BA174D" w:rsidRPr="00BA174D">
        <w:rPr>
          <w:bCs/>
          <w:i/>
          <w:szCs w:val="24"/>
        </w:rPr>
        <w:t>(duomenys neskelbtini)</w:t>
      </w:r>
      <w:r w:rsidR="008C26C2" w:rsidRPr="008C26C2">
        <w:rPr>
          <w:bCs/>
          <w:szCs w:val="24"/>
        </w:rPr>
        <w:t xml:space="preserve"> </w:t>
      </w:r>
      <w:r w:rsidR="00480BAF">
        <w:rPr>
          <w:szCs w:val="24"/>
        </w:rPr>
        <w:t>1999</w:t>
      </w:r>
      <w:r w:rsidRPr="008C26C2">
        <w:rPr>
          <w:szCs w:val="24"/>
        </w:rPr>
        <w:t xml:space="preserve"> m. </w:t>
      </w:r>
      <w:r w:rsidR="00480BAF">
        <w:rPr>
          <w:szCs w:val="24"/>
        </w:rPr>
        <w:t>spalio 8</w:t>
      </w:r>
      <w:r w:rsidR="008C26C2" w:rsidRPr="008C26C2">
        <w:rPr>
          <w:szCs w:val="24"/>
        </w:rPr>
        <w:t xml:space="preserve"> </w:t>
      </w:r>
      <w:r w:rsidRPr="008C26C2">
        <w:rPr>
          <w:szCs w:val="24"/>
        </w:rPr>
        <w:t xml:space="preserve">d. </w:t>
      </w:r>
      <w:r w:rsidR="000B0A22" w:rsidRPr="008C26C2">
        <w:rPr>
          <w:szCs w:val="24"/>
        </w:rPr>
        <w:t xml:space="preserve">sudarytą </w:t>
      </w:r>
      <w:r w:rsidRPr="008C26C2">
        <w:rPr>
          <w:szCs w:val="24"/>
        </w:rPr>
        <w:t>valstybinės žemės nuomos sutartį Nr. </w:t>
      </w:r>
      <w:r w:rsidR="008C26C2">
        <w:rPr>
          <w:szCs w:val="24"/>
        </w:rPr>
        <w:t>N75/</w:t>
      </w:r>
      <w:r w:rsidR="00480BAF">
        <w:rPr>
          <w:szCs w:val="24"/>
        </w:rPr>
        <w:t>99</w:t>
      </w:r>
      <w:r w:rsidR="008C26C2">
        <w:rPr>
          <w:szCs w:val="24"/>
        </w:rPr>
        <w:t>-0</w:t>
      </w:r>
      <w:r w:rsidR="00480BAF">
        <w:rPr>
          <w:szCs w:val="24"/>
        </w:rPr>
        <w:t>186</w:t>
      </w:r>
      <w:r w:rsidR="008C26C2">
        <w:rPr>
          <w:szCs w:val="24"/>
        </w:rPr>
        <w:t xml:space="preserve"> </w:t>
      </w:r>
      <w:r w:rsidR="008C26C2" w:rsidRPr="00CD7AFC">
        <w:rPr>
          <w:bCs/>
          <w:szCs w:val="24"/>
        </w:rPr>
        <w:t>su visais jos pakeitimais (</w:t>
      </w:r>
      <w:r w:rsidR="00480BAF" w:rsidRPr="00FA4386">
        <w:rPr>
          <w:szCs w:val="24"/>
        </w:rPr>
        <w:t>2014 m. liepos 24 d.  pirkimo pardavimo sutartis Nr. 1-3804</w:t>
      </w:r>
      <w:r w:rsidR="008C26C2" w:rsidRPr="00480BAF">
        <w:rPr>
          <w:bCs/>
          <w:szCs w:val="24"/>
        </w:rPr>
        <w:t>)</w:t>
      </w:r>
      <w:r w:rsidR="000B0A22" w:rsidRPr="00480BAF">
        <w:rPr>
          <w:szCs w:val="24"/>
        </w:rPr>
        <w:t xml:space="preserve"> dėl</w:t>
      </w:r>
      <w:r w:rsidRPr="00480BAF">
        <w:rPr>
          <w:szCs w:val="24"/>
        </w:rPr>
        <w:t xml:space="preserve"> </w:t>
      </w:r>
      <w:r w:rsidR="001F59E8" w:rsidRPr="00480BAF">
        <w:rPr>
          <w:szCs w:val="24"/>
        </w:rPr>
        <w:t>0,</w:t>
      </w:r>
      <w:r w:rsidR="00480BAF">
        <w:rPr>
          <w:szCs w:val="24"/>
        </w:rPr>
        <w:t>0097</w:t>
      </w:r>
      <w:r w:rsidR="001F59E8" w:rsidRPr="00480BAF">
        <w:rPr>
          <w:szCs w:val="24"/>
        </w:rPr>
        <w:t xml:space="preserve"> ha ploto žemės sklypo, kadastro Nr. 7550/000</w:t>
      </w:r>
      <w:r w:rsidR="00480BAF">
        <w:rPr>
          <w:szCs w:val="24"/>
        </w:rPr>
        <w:t>5</w:t>
      </w:r>
      <w:r w:rsidR="001F59E8" w:rsidRPr="00480BAF">
        <w:rPr>
          <w:szCs w:val="24"/>
        </w:rPr>
        <w:t>:</w:t>
      </w:r>
      <w:r w:rsidR="00480BAF">
        <w:rPr>
          <w:szCs w:val="24"/>
        </w:rPr>
        <w:t>108</w:t>
      </w:r>
      <w:r w:rsidR="001F59E8" w:rsidRPr="00480BAF">
        <w:rPr>
          <w:bCs/>
          <w:szCs w:val="24"/>
        </w:rPr>
        <w:t xml:space="preserve">, unikalus Nr. </w:t>
      </w:r>
      <w:r w:rsidR="00480BAF">
        <w:rPr>
          <w:bCs/>
          <w:szCs w:val="24"/>
        </w:rPr>
        <w:t>7550-0005-0108</w:t>
      </w:r>
      <w:r w:rsidR="001F59E8" w:rsidRPr="00480BAF">
        <w:rPr>
          <w:szCs w:val="24"/>
        </w:rPr>
        <w:t xml:space="preserve">, esančio </w:t>
      </w:r>
      <w:r w:rsidR="00480BAF">
        <w:rPr>
          <w:szCs w:val="24"/>
        </w:rPr>
        <w:t>Vytauto g. 13B</w:t>
      </w:r>
      <w:r w:rsidR="001F59E8" w:rsidRPr="00480BAF">
        <w:rPr>
          <w:szCs w:val="24"/>
        </w:rPr>
        <w:t>, Skuodo mieste</w:t>
      </w:r>
      <w:bookmarkStart w:id="1" w:name="_Hlk189040690"/>
      <w:r w:rsidR="000B0A22" w:rsidRPr="00480BAF">
        <w:rPr>
          <w:szCs w:val="24"/>
        </w:rPr>
        <w:t>.</w:t>
      </w:r>
    </w:p>
    <w:bookmarkEnd w:id="1"/>
    <w:p w14:paraId="4D176F8A" w14:textId="43AA0BA1" w:rsidR="006860A4" w:rsidRPr="00AF5110" w:rsidRDefault="00B06467" w:rsidP="008C26C2">
      <w:pPr>
        <w:widowControl w:val="0"/>
        <w:tabs>
          <w:tab w:val="center" w:pos="851"/>
          <w:tab w:val="left" w:pos="1134"/>
          <w:tab w:val="center" w:pos="4153"/>
          <w:tab w:val="right" w:pos="8306"/>
        </w:tabs>
        <w:ind w:firstLine="1247"/>
        <w:jc w:val="both"/>
        <w:rPr>
          <w:szCs w:val="24"/>
        </w:rPr>
      </w:pPr>
      <w:r w:rsidRPr="00AF5110">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B0A22">
        <w:rPr>
          <w:szCs w:val="24"/>
        </w:rPr>
        <w:t>.</w:t>
      </w:r>
    </w:p>
    <w:p w14:paraId="169AEA6F" w14:textId="77777777" w:rsidR="006860A4" w:rsidRDefault="006860A4">
      <w:pPr>
        <w:tabs>
          <w:tab w:val="left" w:pos="5670"/>
          <w:tab w:val="left" w:pos="7044"/>
        </w:tabs>
        <w:jc w:val="both"/>
        <w:rPr>
          <w:szCs w:val="24"/>
        </w:rPr>
      </w:pPr>
    </w:p>
    <w:p w14:paraId="2E3E07D4" w14:textId="77777777" w:rsidR="00BA174D" w:rsidRDefault="00BA174D">
      <w:pPr>
        <w:tabs>
          <w:tab w:val="left" w:pos="5670"/>
          <w:tab w:val="left" w:pos="7044"/>
        </w:tabs>
        <w:jc w:val="both"/>
        <w:rPr>
          <w:szCs w:val="24"/>
        </w:rPr>
      </w:pPr>
    </w:p>
    <w:p w14:paraId="6A9097EF" w14:textId="77777777" w:rsidR="00BA174D" w:rsidRPr="00AF5110" w:rsidRDefault="00BA174D">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A174D" w14:paraId="60FF90DF" w14:textId="77777777" w:rsidTr="00BA174D">
        <w:tc>
          <w:tcPr>
            <w:tcW w:w="4814" w:type="dxa"/>
          </w:tcPr>
          <w:p w14:paraId="55303E4F" w14:textId="2856C415" w:rsidR="00BA174D" w:rsidRDefault="00BA174D" w:rsidP="00BA174D">
            <w:pPr>
              <w:tabs>
                <w:tab w:val="left" w:pos="5670"/>
                <w:tab w:val="left" w:pos="7044"/>
              </w:tabs>
              <w:ind w:hanging="120"/>
              <w:jc w:val="both"/>
              <w:rPr>
                <w:szCs w:val="24"/>
              </w:rPr>
            </w:pPr>
            <w:r>
              <w:rPr>
                <w:szCs w:val="24"/>
              </w:rPr>
              <w:t>Savivaldybės meras</w:t>
            </w:r>
          </w:p>
        </w:tc>
        <w:tc>
          <w:tcPr>
            <w:tcW w:w="4815" w:type="dxa"/>
          </w:tcPr>
          <w:p w14:paraId="36D33E08" w14:textId="77777777" w:rsidR="00BA174D" w:rsidRDefault="00BA174D">
            <w:pPr>
              <w:tabs>
                <w:tab w:val="left" w:pos="5670"/>
                <w:tab w:val="left" w:pos="7044"/>
              </w:tabs>
              <w:jc w:val="both"/>
              <w:rPr>
                <w:szCs w:val="24"/>
              </w:rPr>
            </w:pPr>
          </w:p>
        </w:tc>
      </w:tr>
    </w:tbl>
    <w:p w14:paraId="5020552D" w14:textId="72A77D0A"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6115D5DA" w14:textId="77777777" w:rsidR="006860A4" w:rsidRDefault="006860A4">
      <w:pPr>
        <w:jc w:val="both"/>
        <w:rPr>
          <w:lang w:eastAsia="de-DE"/>
        </w:rPr>
      </w:pPr>
    </w:p>
    <w:p w14:paraId="1DB9EFC7" w14:textId="77777777" w:rsidR="006860A4" w:rsidRDefault="006860A4">
      <w:pPr>
        <w:jc w:val="both"/>
        <w:rPr>
          <w:lang w:eastAsia="de-DE"/>
        </w:rPr>
      </w:pPr>
    </w:p>
    <w:p w14:paraId="01306822" w14:textId="77777777" w:rsidR="006860A4" w:rsidRDefault="006860A4">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E05C5" w14:textId="77777777" w:rsidR="00C3142E" w:rsidRDefault="00C3142E">
      <w:r>
        <w:separator/>
      </w:r>
    </w:p>
  </w:endnote>
  <w:endnote w:type="continuationSeparator" w:id="0">
    <w:p w14:paraId="4CC20106" w14:textId="77777777" w:rsidR="00C3142E" w:rsidRDefault="00C3142E">
      <w:r>
        <w:continuationSeparator/>
      </w:r>
    </w:p>
  </w:endnote>
  <w:endnote w:type="continuationNotice" w:id="1">
    <w:p w14:paraId="3A5C5ACE" w14:textId="77777777" w:rsidR="00C3142E" w:rsidRDefault="00C31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57F87" w14:textId="77777777" w:rsidR="00C3142E" w:rsidRDefault="00C3142E">
      <w:r>
        <w:separator/>
      </w:r>
    </w:p>
  </w:footnote>
  <w:footnote w:type="continuationSeparator" w:id="0">
    <w:p w14:paraId="08648FE1" w14:textId="77777777" w:rsidR="00C3142E" w:rsidRDefault="00C3142E">
      <w:r>
        <w:continuationSeparator/>
      </w:r>
    </w:p>
  </w:footnote>
  <w:footnote w:type="continuationNotice" w:id="1">
    <w:p w14:paraId="62500D30" w14:textId="77777777" w:rsidR="00C3142E" w:rsidRDefault="00C314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775FC"/>
    <w:rsid w:val="000B0A22"/>
    <w:rsid w:val="0014038B"/>
    <w:rsid w:val="00141E25"/>
    <w:rsid w:val="00143245"/>
    <w:rsid w:val="001F59E8"/>
    <w:rsid w:val="00206277"/>
    <w:rsid w:val="00480BAF"/>
    <w:rsid w:val="00482CE7"/>
    <w:rsid w:val="004C6992"/>
    <w:rsid w:val="004C74D4"/>
    <w:rsid w:val="005134A6"/>
    <w:rsid w:val="00526169"/>
    <w:rsid w:val="00602E62"/>
    <w:rsid w:val="006860A4"/>
    <w:rsid w:val="006972A3"/>
    <w:rsid w:val="00870F9E"/>
    <w:rsid w:val="008A3F0B"/>
    <w:rsid w:val="008C26C2"/>
    <w:rsid w:val="00904698"/>
    <w:rsid w:val="009337A2"/>
    <w:rsid w:val="0095172A"/>
    <w:rsid w:val="00A06487"/>
    <w:rsid w:val="00A667EC"/>
    <w:rsid w:val="00AF5110"/>
    <w:rsid w:val="00B06467"/>
    <w:rsid w:val="00B51E09"/>
    <w:rsid w:val="00BA174D"/>
    <w:rsid w:val="00BE3F61"/>
    <w:rsid w:val="00C3142E"/>
    <w:rsid w:val="00C4141B"/>
    <w:rsid w:val="00E216E0"/>
    <w:rsid w:val="00EA4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878</Words>
  <Characters>502</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2025-03-17T09:46:00Z</dcterms:created>
  <dcterms:modified xsi:type="dcterms:W3CDTF">2025-03-17T09:46:00Z</dcterms:modified>
</cp:coreProperties>
</file>